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454FC" w14:textId="150F39E1" w:rsidR="00B3488E" w:rsidRDefault="00B3488E" w:rsidP="00A621AB"/>
    <w:p w14:paraId="042C3679" w14:textId="2F32693E" w:rsidR="00A621AB" w:rsidRDefault="00A621AB" w:rsidP="00A621AB"/>
    <w:p w14:paraId="5912E0E5" w14:textId="77777777" w:rsidR="00A621AB" w:rsidRPr="00E615D2" w:rsidRDefault="00A621AB" w:rsidP="00A621AB">
      <w:pPr>
        <w:rPr>
          <w:rFonts w:ascii="Calibri" w:hAnsi="Calibri" w:cs="Calibri"/>
          <w:b/>
          <w:sz w:val="22"/>
          <w:szCs w:val="22"/>
        </w:rPr>
      </w:pPr>
    </w:p>
    <w:p w14:paraId="444A9931" w14:textId="77777777" w:rsidR="00A621AB" w:rsidRPr="00E615D2" w:rsidRDefault="00A621AB" w:rsidP="00A621AB">
      <w:pPr>
        <w:rPr>
          <w:rFonts w:ascii="Calibri" w:hAnsi="Calibri" w:cs="Calibri"/>
          <w:b/>
          <w:sz w:val="22"/>
          <w:szCs w:val="22"/>
        </w:rPr>
      </w:pPr>
    </w:p>
    <w:p w14:paraId="7CE3CB22" w14:textId="77777777" w:rsidR="00A621AB" w:rsidRPr="00E615D2" w:rsidRDefault="00A621AB" w:rsidP="00A621AB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Anexa 14</w:t>
      </w:r>
    </w:p>
    <w:p w14:paraId="49F4CB7D" w14:textId="77777777" w:rsidR="00A621AB" w:rsidRDefault="00A621AB" w:rsidP="00A621AB">
      <w:pPr>
        <w:rPr>
          <w:rFonts w:ascii="Calibri" w:hAnsi="Calibri" w:cs="Calibri"/>
          <w:sz w:val="22"/>
          <w:szCs w:val="22"/>
        </w:rPr>
      </w:pPr>
    </w:p>
    <w:p w14:paraId="4F2F693A" w14:textId="77777777" w:rsidR="00A621AB" w:rsidRDefault="00A621AB" w:rsidP="00A621A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68E4C8B5" w14:textId="77777777" w:rsidR="00A621AB" w:rsidRDefault="00A621AB" w:rsidP="00A621AB">
      <w:pPr>
        <w:jc w:val="right"/>
        <w:rPr>
          <w:rFonts w:ascii="Calibri" w:hAnsi="Calibri" w:cs="Calibri"/>
          <w:sz w:val="22"/>
          <w:szCs w:val="22"/>
        </w:rPr>
      </w:pPr>
    </w:p>
    <w:p w14:paraId="2BF4C483" w14:textId="77777777" w:rsidR="00A621AB" w:rsidRDefault="00A621AB" w:rsidP="00A621AB">
      <w:pPr>
        <w:rPr>
          <w:rFonts w:ascii="Calibri" w:hAnsi="Calibri" w:cs="Calibri"/>
          <w:sz w:val="22"/>
          <w:szCs w:val="22"/>
        </w:rPr>
      </w:pPr>
    </w:p>
    <w:p w14:paraId="6823999F" w14:textId="77777777" w:rsidR="00A621AB" w:rsidRDefault="00A621AB" w:rsidP="00A621A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38C96644" w14:textId="77777777" w:rsidR="00A621AB" w:rsidRPr="00454743" w:rsidRDefault="00A621AB" w:rsidP="00A621A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2165220F" w14:textId="77777777" w:rsidR="00A621AB" w:rsidRPr="00DD7B14" w:rsidRDefault="00A621AB" w:rsidP="00A621AB">
      <w:pPr>
        <w:jc w:val="center"/>
        <w:rPr>
          <w:rFonts w:ascii="Calibri" w:hAnsi="Calibri" w:cs="Calibri"/>
          <w:b/>
          <w:sz w:val="44"/>
          <w:szCs w:val="44"/>
        </w:rPr>
      </w:pPr>
    </w:p>
    <w:p w14:paraId="3FD86DBE" w14:textId="77777777" w:rsidR="00A621AB" w:rsidRDefault="00A621AB" w:rsidP="00A621AB">
      <w:pPr>
        <w:rPr>
          <w:rFonts w:ascii="Calibri" w:hAnsi="Calibri" w:cs="Calibri"/>
          <w:b/>
          <w:sz w:val="44"/>
          <w:szCs w:val="44"/>
        </w:rPr>
      </w:pPr>
    </w:p>
    <w:p w14:paraId="6CF6F91F" w14:textId="77777777" w:rsidR="00A621AB" w:rsidRDefault="00A621AB" w:rsidP="00A621AB">
      <w:pPr>
        <w:rPr>
          <w:rFonts w:ascii="Calibri" w:hAnsi="Calibri" w:cs="Calibri"/>
          <w:b/>
          <w:sz w:val="44"/>
          <w:szCs w:val="44"/>
        </w:rPr>
      </w:pPr>
    </w:p>
    <w:p w14:paraId="59C01811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39681D1E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6A31D2AD" w14:textId="77777777" w:rsidR="00A621AB" w:rsidRPr="009A760C" w:rsidRDefault="00A621AB" w:rsidP="00A621AB">
      <w:pPr>
        <w:jc w:val="both"/>
        <w:rPr>
          <w:rFonts w:ascii="Calibri" w:hAnsi="Calibri" w:cs="Calibri"/>
        </w:rPr>
      </w:pPr>
    </w:p>
    <w:p w14:paraId="146C1B54" w14:textId="77777777" w:rsidR="00A621AB" w:rsidRDefault="00A621AB" w:rsidP="00A621AB">
      <w:pPr>
        <w:rPr>
          <w:rFonts w:ascii="Calibri" w:hAnsi="Calibri" w:cs="Calibri"/>
          <w:b/>
        </w:rPr>
      </w:pPr>
    </w:p>
    <w:p w14:paraId="12612F40" w14:textId="77777777" w:rsidR="00A621AB" w:rsidRPr="00695B5E" w:rsidRDefault="00A621AB" w:rsidP="00A621AB">
      <w:pPr>
        <w:rPr>
          <w:rFonts w:ascii="Calibri" w:hAnsi="Calibri" w:cs="Calibri"/>
          <w:b/>
        </w:rPr>
      </w:pPr>
    </w:p>
    <w:p w14:paraId="355E5389" w14:textId="77777777" w:rsidR="00A621AB" w:rsidRDefault="00A621AB" w:rsidP="00A621AB">
      <w:pPr>
        <w:rPr>
          <w:rFonts w:ascii="Calibri" w:hAnsi="Calibri" w:cs="Calibri"/>
          <w:b/>
          <w:sz w:val="44"/>
          <w:szCs w:val="44"/>
        </w:rPr>
      </w:pPr>
    </w:p>
    <w:p w14:paraId="7EB78BD4" w14:textId="77777777" w:rsidR="00A621AB" w:rsidRPr="00695B5E" w:rsidRDefault="00A621AB" w:rsidP="00A621A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627C34C8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78EC30D0" w14:textId="77777777" w:rsidR="00A621AB" w:rsidRDefault="00A621AB" w:rsidP="00A621AB">
      <w:pPr>
        <w:jc w:val="both"/>
        <w:rPr>
          <w:rFonts w:ascii="Calibri" w:hAnsi="Calibri" w:cs="Calibri"/>
          <w:lang w:val="en-US"/>
        </w:rPr>
      </w:pPr>
      <w:bookmarkStart w:id="0" w:name="_GoBack"/>
      <w:bookmarkEnd w:id="0"/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A621AB" w:rsidRPr="00B7289C" w14:paraId="6FEFF64E" w14:textId="77777777" w:rsidTr="00493E29">
        <w:trPr>
          <w:tblHeader/>
        </w:trPr>
        <w:tc>
          <w:tcPr>
            <w:tcW w:w="567" w:type="dxa"/>
            <w:shd w:val="clear" w:color="auto" w:fill="auto"/>
          </w:tcPr>
          <w:p w14:paraId="18198A9C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3DA4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948C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7BC7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4E9E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EE9E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68F320E7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2146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4EB9" w14:textId="77777777" w:rsidR="00A621AB" w:rsidRPr="00B7289C" w:rsidRDefault="00A621AB" w:rsidP="00493E2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Ținta finala indicator de </w:t>
            </w:r>
            <w:r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realizare/ rezultat</w:t>
            </w:r>
          </w:p>
        </w:tc>
      </w:tr>
      <w:tr w:rsidR="00A621AB" w:rsidRPr="00B7289C" w14:paraId="263DB4A5" w14:textId="77777777" w:rsidTr="00493E29">
        <w:tc>
          <w:tcPr>
            <w:tcW w:w="567" w:type="dxa"/>
            <w:shd w:val="clear" w:color="auto" w:fill="auto"/>
          </w:tcPr>
          <w:p w14:paraId="63C90C24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32E39A05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0987C98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4F0B7B2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31C417C2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D03D20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31C5D1B0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0D0A1758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572E4C9B" w14:textId="77777777" w:rsidR="00A621AB" w:rsidRPr="00B05D01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21AB" w:rsidRPr="00B7289C" w14:paraId="3B80972D" w14:textId="77777777" w:rsidTr="00493E29">
        <w:tc>
          <w:tcPr>
            <w:tcW w:w="567" w:type="dxa"/>
            <w:shd w:val="clear" w:color="auto" w:fill="auto"/>
          </w:tcPr>
          <w:p w14:paraId="2847EBB8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6A2ABA26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</w:t>
            </w:r>
            <w:r>
              <w:rPr>
                <w:rFonts w:ascii="Calibri" w:hAnsi="Calibri" w:cs="Calibri"/>
                <w:sz w:val="22"/>
                <w:szCs w:val="22"/>
              </w:rPr>
              <w:t>active corporale/necorporale</w:t>
            </w:r>
          </w:p>
        </w:tc>
        <w:tc>
          <w:tcPr>
            <w:tcW w:w="1162" w:type="dxa"/>
            <w:shd w:val="clear" w:color="auto" w:fill="auto"/>
          </w:tcPr>
          <w:p w14:paraId="04342883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002E1DC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</w:t>
            </w:r>
          </w:p>
        </w:tc>
        <w:tc>
          <w:tcPr>
            <w:tcW w:w="2410" w:type="dxa"/>
            <w:shd w:val="clear" w:color="auto" w:fill="auto"/>
          </w:tcPr>
          <w:p w14:paraId="699F9E92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2B93253A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achiziție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14:paraId="4707E1E9" w14:textId="77777777" w:rsidR="00A621AB" w:rsidRPr="00CB171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târziu de 3 luni de la semnarea contractului de </w:t>
            </w:r>
          </w:p>
          <w:p w14:paraId="14727832" w14:textId="77777777" w:rsidR="00A621AB" w:rsidRPr="00CB171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14:paraId="0679D3C2" w14:textId="77777777" w:rsidR="00A621AB" w:rsidRPr="00CB171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0ABD78CB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21CFC9E2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21AB" w:rsidRPr="00B7289C" w14:paraId="653DDB4F" w14:textId="77777777" w:rsidTr="00493E29">
        <w:tc>
          <w:tcPr>
            <w:tcW w:w="567" w:type="dxa"/>
            <w:shd w:val="clear" w:color="auto" w:fill="auto"/>
          </w:tcPr>
          <w:p w14:paraId="4F347C67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5A34" w14:textId="77777777" w:rsidR="00A621AB" w:rsidRPr="00B97179" w:rsidRDefault="00A621AB" w:rsidP="00493E2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1BB24E1E" w14:textId="77777777" w:rsidR="00A621AB" w:rsidRPr="00B97179" w:rsidRDefault="00A621AB" w:rsidP="00493E2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226B847B" w14:textId="77777777" w:rsidR="00A621AB" w:rsidRPr="00B97179" w:rsidRDefault="00A621AB" w:rsidP="00493E2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11C62346" w14:textId="77777777" w:rsidR="00A621AB" w:rsidRPr="00B97179" w:rsidRDefault="00A621AB" w:rsidP="00493E2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FDEE" w14:textId="77777777" w:rsidR="00A621AB" w:rsidRPr="00B97179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40719AEE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615185E2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0F8A1EBF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de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</w:p>
        </w:tc>
        <w:tc>
          <w:tcPr>
            <w:tcW w:w="1985" w:type="dxa"/>
            <w:shd w:val="clear" w:color="auto" w:fill="auto"/>
          </w:tcPr>
          <w:p w14:paraId="40CA5197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2CA8DD48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21AB" w:rsidRPr="00B7289C" w14:paraId="31984702" w14:textId="77777777" w:rsidTr="00493E29">
        <w:tc>
          <w:tcPr>
            <w:tcW w:w="567" w:type="dxa"/>
            <w:shd w:val="clear" w:color="auto" w:fill="auto"/>
          </w:tcPr>
          <w:p w14:paraId="111362D5" w14:textId="77777777" w:rsidR="00A621AB" w:rsidRPr="00B97179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45E5" w14:textId="77777777" w:rsidR="00A621AB" w:rsidRPr="00B97179" w:rsidRDefault="00A621AB" w:rsidP="00493E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715D24BA" w14:textId="77777777" w:rsidR="00A621AB" w:rsidRPr="00B97179" w:rsidRDefault="00A621AB" w:rsidP="00493E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1D56D8CD" w14:textId="77777777" w:rsidR="00A621AB" w:rsidRPr="00B97179" w:rsidRDefault="00A621AB" w:rsidP="00493E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27C7F33C" w14:textId="77777777" w:rsidR="00A621AB" w:rsidRPr="00B97179" w:rsidRDefault="00A621AB" w:rsidP="00493E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1891" w14:textId="77777777" w:rsidR="00A621AB" w:rsidRPr="00B97179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567A4F5C" w14:textId="77777777" w:rsidR="00A621AB" w:rsidRPr="00B97179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2D4370B6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0F47CC5D" w14:textId="77777777" w:rsidR="00A621A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târziu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077C1E2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- 20 luni </w:t>
            </w:r>
            <w:r w:rsidRPr="00B97179">
              <w:rPr>
                <w:rFonts w:ascii="Calibri" w:hAnsi="Calibri" w:cs="Calibri"/>
                <w:sz w:val="22"/>
                <w:szCs w:val="22"/>
              </w:rPr>
              <w:t>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</w:t>
            </w:r>
          </w:p>
        </w:tc>
        <w:tc>
          <w:tcPr>
            <w:tcW w:w="1985" w:type="dxa"/>
            <w:shd w:val="clear" w:color="auto" w:fill="auto"/>
          </w:tcPr>
          <w:p w14:paraId="1D55DA7D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1ABA9A8" w14:textId="77777777" w:rsidR="00A621AB" w:rsidRPr="00CB085A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21AB" w:rsidRPr="00B7289C" w14:paraId="51CB1D94" w14:textId="77777777" w:rsidTr="00493E29">
        <w:tc>
          <w:tcPr>
            <w:tcW w:w="567" w:type="dxa"/>
            <w:shd w:val="clear" w:color="auto" w:fill="auto"/>
          </w:tcPr>
          <w:p w14:paraId="39E8DB51" w14:textId="77777777" w:rsidR="00A621AB" w:rsidRPr="00B97179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53276C3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6C02E37D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45DE2BA5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773D2EE2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013C7B0F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84991BF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968EEB5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5C14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A621AB" w:rsidRPr="00AC4BE0" w14:paraId="14FC78AF" w14:textId="77777777" w:rsidTr="00493E29">
        <w:tc>
          <w:tcPr>
            <w:tcW w:w="567" w:type="dxa"/>
            <w:shd w:val="clear" w:color="auto" w:fill="auto"/>
          </w:tcPr>
          <w:p w14:paraId="783AA2B2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7C808CC8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6AA5DA40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7B2C45B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2023C19C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6C73C8A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46A3CD1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AAC1118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803D" w14:textId="77777777" w:rsidR="00A621AB" w:rsidRPr="00E9188B" w:rsidRDefault="00A621AB" w:rsidP="00493E2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14:paraId="34AE80DB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25921CA4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71617333" w14:textId="77777777" w:rsidR="00A621AB" w:rsidRDefault="00A621AB" w:rsidP="00A621A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evaluat, într-o manieră obiectivă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428D7180" w14:textId="77777777" w:rsidR="00A621AB" w:rsidRDefault="00A621AB" w:rsidP="00A621A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47480CA6" w14:textId="77777777" w:rsidR="00A621AB" w:rsidRDefault="00A621AB" w:rsidP="00A621AB">
      <w:pPr>
        <w:numPr>
          <w:ilvl w:val="0"/>
          <w:numId w:val="27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321A0B48" w14:textId="77777777" w:rsidR="00A621AB" w:rsidRDefault="00A621AB" w:rsidP="00A621AB">
      <w:pPr>
        <w:numPr>
          <w:ilvl w:val="0"/>
          <w:numId w:val="27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2C2F8DDE" w14:textId="77777777" w:rsidR="00A621AB" w:rsidRPr="00B71552" w:rsidRDefault="00A621AB" w:rsidP="00A621AB">
      <w:pPr>
        <w:numPr>
          <w:ilvl w:val="0"/>
          <w:numId w:val="27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376246C8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504224EC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148F4967" w14:textId="77777777" w:rsidR="00A621AB" w:rsidRDefault="00A621AB" w:rsidP="00A621A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57FFBBD3" w14:textId="77777777" w:rsidR="00A621AB" w:rsidRPr="00E8080E" w:rsidRDefault="00A621AB" w:rsidP="00A621AB">
      <w:pPr>
        <w:numPr>
          <w:ilvl w:val="0"/>
          <w:numId w:val="25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 xml:space="preserve">este parte integrantă a contractului de </w:t>
      </w:r>
      <w:proofErr w:type="spellStart"/>
      <w:r w:rsidRPr="00E8080E">
        <w:rPr>
          <w:rFonts w:ascii="Calibri" w:hAnsi="Calibri" w:cs="Calibri"/>
        </w:rPr>
        <w:t>finanţare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08D56B77" w14:textId="77777777" w:rsidR="00A621AB" w:rsidRPr="00E8080E" w:rsidRDefault="00A621AB" w:rsidP="00A621AB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14:paraId="7E887796" w14:textId="77777777" w:rsidR="00A621AB" w:rsidRPr="00E8080E" w:rsidRDefault="00A621AB" w:rsidP="00A621AB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5460C102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1ED94BF6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1143D4DE" w14:textId="77777777" w:rsidR="00A621AB" w:rsidRPr="00E8080E" w:rsidRDefault="00A621AB" w:rsidP="00A621AB">
      <w:pPr>
        <w:jc w:val="both"/>
        <w:rPr>
          <w:rFonts w:ascii="Calibri" w:hAnsi="Calibri" w:cs="Calibri"/>
        </w:rPr>
      </w:pPr>
    </w:p>
    <w:p w14:paraId="7249FA79" w14:textId="77777777" w:rsidR="00A621AB" w:rsidRDefault="00A621AB" w:rsidP="00A621AB">
      <w:pPr>
        <w:jc w:val="both"/>
        <w:rPr>
          <w:rFonts w:ascii="Calibri" w:hAnsi="Calibri" w:cs="Calibri"/>
        </w:rPr>
      </w:pPr>
    </w:p>
    <w:p w14:paraId="1B1AEC25" w14:textId="77777777" w:rsidR="00A621AB" w:rsidRPr="00B7289C" w:rsidRDefault="00A621AB" w:rsidP="00A621A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72E20867" w14:textId="77777777" w:rsidR="00A621AB" w:rsidRPr="000F6FA7" w:rsidRDefault="00A621AB" w:rsidP="00A621A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46943C3" w14:textId="77777777" w:rsidR="00A621AB" w:rsidRDefault="00A621AB" w:rsidP="00A621AB">
      <w:pPr>
        <w:numPr>
          <w:ilvl w:val="0"/>
          <w:numId w:val="26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</w:t>
      </w:r>
      <w:proofErr w:type="spellStart"/>
      <w:r w:rsidRPr="001A225C">
        <w:rPr>
          <w:rFonts w:ascii="Calibri" w:hAnsi="Calibri" w:cs="Calibri"/>
        </w:rPr>
        <w:t>finanţare</w:t>
      </w:r>
      <w:proofErr w:type="spellEnd"/>
      <w:r w:rsidRPr="001A225C">
        <w:rPr>
          <w:rFonts w:ascii="Calibri" w:hAnsi="Calibri" w:cs="Calibri"/>
        </w:rPr>
        <w:t>.</w:t>
      </w:r>
    </w:p>
    <w:p w14:paraId="355982DB" w14:textId="77777777" w:rsidR="00A621AB" w:rsidRPr="00696924" w:rsidRDefault="00A621AB" w:rsidP="00A621AB">
      <w:pPr>
        <w:numPr>
          <w:ilvl w:val="0"/>
          <w:numId w:val="26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</w:t>
      </w:r>
      <w:r>
        <w:rPr>
          <w:rFonts w:ascii="Calibri" w:hAnsi="Calibri" w:cs="Calibri"/>
        </w:rPr>
        <w:t>ă</w:t>
      </w:r>
      <w:r w:rsidRPr="00696924">
        <w:rPr>
          <w:rFonts w:ascii="Calibri" w:hAnsi="Calibri" w:cs="Calibri"/>
        </w:rPr>
        <w:t>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45FDDE6E" w14:textId="77777777" w:rsidR="00A621AB" w:rsidRPr="000F6FA7" w:rsidRDefault="00A621AB" w:rsidP="00A621AB">
      <w:pPr>
        <w:shd w:val="clear" w:color="auto" w:fill="FFFFFF"/>
        <w:jc w:val="both"/>
        <w:rPr>
          <w:rFonts w:ascii="Calibri" w:hAnsi="Calibri" w:cs="Calibri"/>
          <w:b/>
        </w:rPr>
      </w:pPr>
    </w:p>
    <w:p w14:paraId="3BFC4C96" w14:textId="77777777" w:rsidR="00A621AB" w:rsidRPr="00A621AB" w:rsidRDefault="00A621AB" w:rsidP="00A621AB"/>
    <w:sectPr w:rsidR="00A621AB" w:rsidRPr="00A621AB" w:rsidSect="007214E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419C0" w14:textId="77777777" w:rsidR="00F27346" w:rsidRDefault="00F27346">
      <w:r>
        <w:separator/>
      </w:r>
    </w:p>
  </w:endnote>
  <w:endnote w:type="continuationSeparator" w:id="0">
    <w:p w14:paraId="6C7C6ED7" w14:textId="77777777" w:rsidR="00F27346" w:rsidRDefault="00F2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79F8524" w14:textId="77777777">
      <w:trPr>
        <w:cantSplit/>
        <w:trHeight w:hRule="exact" w:val="340"/>
        <w:hidden/>
      </w:trPr>
      <w:tc>
        <w:tcPr>
          <w:tcW w:w="9210" w:type="dxa"/>
        </w:tcPr>
        <w:p w14:paraId="73290486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0DC35E51" w14:textId="77777777" w:rsidR="00F12E7F" w:rsidRDefault="007214ED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D9B7C0F" wp14:editId="50F35970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20E07" w14:textId="77777777" w:rsidR="007214ED" w:rsidRDefault="007214ED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1412F8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B7C0F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7EE20E07" w14:textId="77777777" w:rsidR="007214ED" w:rsidRDefault="007214ED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1412F8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BAFF9F" wp14:editId="7AED39BF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CD3D0F" wp14:editId="51AC5F36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F52E1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8B87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EEAC1F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B1208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CD3D0F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792F52E1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8B87F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EEAC1F4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B1208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CCD70B5" wp14:editId="5069C4A4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0611A9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C192" w14:textId="77777777" w:rsidR="00072DDE" w:rsidRDefault="00874446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582852" wp14:editId="670F9167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D876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B0F93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656DCF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C7B2E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285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752D876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B0F93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656DCF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C7B2E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9FE6C" wp14:editId="40B2658D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B9925" w14:textId="77777777" w:rsidR="00B77B68" w:rsidRDefault="00643AC4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3E7EE334" w14:textId="77777777" w:rsidR="00B77B68" w:rsidRPr="00B77B68" w:rsidRDefault="00B77B68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24DF15A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9FE6C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188B9925" w14:textId="77777777" w:rsidR="00B77B68" w:rsidRDefault="00643AC4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3E7EE334" w14:textId="77777777" w:rsidR="00B77B68" w:rsidRPr="00B77B68" w:rsidRDefault="00B77B68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24DF15A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EEB6C7" wp14:editId="5EE6C0FD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869BCD" wp14:editId="2813E4E9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E418587" wp14:editId="52AC5F70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A7584" w14:textId="77777777" w:rsidR="00F27346" w:rsidRDefault="00F27346">
      <w:r>
        <w:separator/>
      </w:r>
    </w:p>
  </w:footnote>
  <w:footnote w:type="continuationSeparator" w:id="0">
    <w:p w14:paraId="0A52D9A3" w14:textId="77777777" w:rsidR="00F27346" w:rsidRDefault="00F27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5876E" w14:textId="1F60B6F7" w:rsidR="002B3BB9" w:rsidRPr="00851382" w:rsidRDefault="00B86D76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83BA143" wp14:editId="42A63712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6D79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F491079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BA143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18C6D79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F491079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84E78">
      <w:rPr>
        <w:noProof/>
        <w:color w:val="999999"/>
        <w:sz w:val="20"/>
        <w:szCs w:val="20"/>
      </w:rPr>
      <w:t>13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84E78">
      <w:rPr>
        <w:noProof/>
        <w:color w:val="999999"/>
        <w:sz w:val="20"/>
        <w:szCs w:val="20"/>
      </w:rPr>
      <w:t>13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83CF5" w14:textId="77777777" w:rsidR="002B3BB9" w:rsidRDefault="0026149E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4A9AF35" wp14:editId="7CB33FBE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3A164C6" wp14:editId="61A3A012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D40CFD1" wp14:editId="1A7179BE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72BD"/>
    <w:multiLevelType w:val="hybridMultilevel"/>
    <w:tmpl w:val="72242D26"/>
    <w:lvl w:ilvl="0" w:tplc="74FC5720">
      <w:start w:val="1"/>
      <w:numFmt w:val="lowerRoman"/>
      <w:lvlText w:val="%1."/>
      <w:lvlJc w:val="right"/>
      <w:pPr>
        <w:ind w:left="504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CCD0CAA"/>
    <w:multiLevelType w:val="hybridMultilevel"/>
    <w:tmpl w:val="EC5C189C"/>
    <w:lvl w:ilvl="0" w:tplc="9544FE2E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i w:val="0"/>
        <w:color w:val="auto"/>
        <w:sz w:val="22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D2C30"/>
    <w:multiLevelType w:val="hybridMultilevel"/>
    <w:tmpl w:val="EBBE666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7"/>
  </w:num>
  <w:num w:numId="10">
    <w:abstractNumId w:val="16"/>
  </w:num>
  <w:num w:numId="11">
    <w:abstractNumId w:val="19"/>
  </w:num>
  <w:num w:numId="12">
    <w:abstractNumId w:val="23"/>
  </w:num>
  <w:num w:numId="13">
    <w:abstractNumId w:val="25"/>
  </w:num>
  <w:num w:numId="14">
    <w:abstractNumId w:val="22"/>
  </w:num>
  <w:num w:numId="15">
    <w:abstractNumId w:val="14"/>
  </w:num>
  <w:num w:numId="16">
    <w:abstractNumId w:val="10"/>
  </w:num>
  <w:num w:numId="17">
    <w:abstractNumId w:val="26"/>
  </w:num>
  <w:num w:numId="18">
    <w:abstractNumId w:val="2"/>
  </w:num>
  <w:num w:numId="19">
    <w:abstractNumId w:val="20"/>
  </w:num>
  <w:num w:numId="20">
    <w:abstractNumId w:val="0"/>
  </w:num>
  <w:num w:numId="21">
    <w:abstractNumId w:val="15"/>
  </w:num>
  <w:num w:numId="22">
    <w:abstractNumId w:val="3"/>
  </w:num>
  <w:num w:numId="23">
    <w:abstractNumId w:val="1"/>
  </w:num>
  <w:num w:numId="24">
    <w:abstractNumId w:val="18"/>
  </w:num>
  <w:num w:numId="25">
    <w:abstractNumId w:val="24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2F78"/>
    <w:rsid w:val="00040869"/>
    <w:rsid w:val="00072DDE"/>
    <w:rsid w:val="00084E78"/>
    <w:rsid w:val="0009018B"/>
    <w:rsid w:val="00094830"/>
    <w:rsid w:val="000966E8"/>
    <w:rsid w:val="000A443C"/>
    <w:rsid w:val="000C2027"/>
    <w:rsid w:val="000C2AAE"/>
    <w:rsid w:val="000F47B5"/>
    <w:rsid w:val="00102935"/>
    <w:rsid w:val="001175F2"/>
    <w:rsid w:val="00121874"/>
    <w:rsid w:val="00144BFD"/>
    <w:rsid w:val="0015147F"/>
    <w:rsid w:val="0015246E"/>
    <w:rsid w:val="0015406D"/>
    <w:rsid w:val="00154C62"/>
    <w:rsid w:val="0019053C"/>
    <w:rsid w:val="001B1001"/>
    <w:rsid w:val="001B5F9E"/>
    <w:rsid w:val="001D2D39"/>
    <w:rsid w:val="001F0DBC"/>
    <w:rsid w:val="00210666"/>
    <w:rsid w:val="00223EFE"/>
    <w:rsid w:val="00225484"/>
    <w:rsid w:val="002427C7"/>
    <w:rsid w:val="0026149E"/>
    <w:rsid w:val="002873E6"/>
    <w:rsid w:val="002925B3"/>
    <w:rsid w:val="002B3BB9"/>
    <w:rsid w:val="002C1C1B"/>
    <w:rsid w:val="002C65B7"/>
    <w:rsid w:val="002D2E57"/>
    <w:rsid w:val="002E07E9"/>
    <w:rsid w:val="002F1246"/>
    <w:rsid w:val="002F1380"/>
    <w:rsid w:val="002F7DF5"/>
    <w:rsid w:val="00310E75"/>
    <w:rsid w:val="00316F92"/>
    <w:rsid w:val="003270E0"/>
    <w:rsid w:val="00327CC1"/>
    <w:rsid w:val="00337EFF"/>
    <w:rsid w:val="00351B68"/>
    <w:rsid w:val="00372C7C"/>
    <w:rsid w:val="00373678"/>
    <w:rsid w:val="00376CFE"/>
    <w:rsid w:val="003A2FFB"/>
    <w:rsid w:val="003E2E03"/>
    <w:rsid w:val="003E553C"/>
    <w:rsid w:val="003E785C"/>
    <w:rsid w:val="0045723D"/>
    <w:rsid w:val="004615E4"/>
    <w:rsid w:val="00474F02"/>
    <w:rsid w:val="0047679A"/>
    <w:rsid w:val="0049229A"/>
    <w:rsid w:val="004D1BC3"/>
    <w:rsid w:val="00523BEA"/>
    <w:rsid w:val="005265A5"/>
    <w:rsid w:val="005440A2"/>
    <w:rsid w:val="00567B64"/>
    <w:rsid w:val="00586EAF"/>
    <w:rsid w:val="005A6B00"/>
    <w:rsid w:val="005C21C9"/>
    <w:rsid w:val="005C7AFF"/>
    <w:rsid w:val="005F488D"/>
    <w:rsid w:val="00601763"/>
    <w:rsid w:val="00601CE7"/>
    <w:rsid w:val="00606BD5"/>
    <w:rsid w:val="00634D63"/>
    <w:rsid w:val="00643AC4"/>
    <w:rsid w:val="006B25D2"/>
    <w:rsid w:val="006B65BA"/>
    <w:rsid w:val="006B79B9"/>
    <w:rsid w:val="006C293B"/>
    <w:rsid w:val="006C5079"/>
    <w:rsid w:val="007209E0"/>
    <w:rsid w:val="007214ED"/>
    <w:rsid w:val="0073549A"/>
    <w:rsid w:val="00747657"/>
    <w:rsid w:val="00747923"/>
    <w:rsid w:val="00754551"/>
    <w:rsid w:val="00790870"/>
    <w:rsid w:val="00795153"/>
    <w:rsid w:val="007957F3"/>
    <w:rsid w:val="007A69A6"/>
    <w:rsid w:val="007B5737"/>
    <w:rsid w:val="007C403D"/>
    <w:rsid w:val="007C6618"/>
    <w:rsid w:val="007C7A4D"/>
    <w:rsid w:val="007F35CE"/>
    <w:rsid w:val="00810A63"/>
    <w:rsid w:val="00837336"/>
    <w:rsid w:val="008421FD"/>
    <w:rsid w:val="00846D6C"/>
    <w:rsid w:val="008509F7"/>
    <w:rsid w:val="00851382"/>
    <w:rsid w:val="00874446"/>
    <w:rsid w:val="0088290B"/>
    <w:rsid w:val="00892CA0"/>
    <w:rsid w:val="008A2945"/>
    <w:rsid w:val="008B1208"/>
    <w:rsid w:val="008C1419"/>
    <w:rsid w:val="008C7B2E"/>
    <w:rsid w:val="008D1342"/>
    <w:rsid w:val="008E7688"/>
    <w:rsid w:val="00903387"/>
    <w:rsid w:val="00927128"/>
    <w:rsid w:val="00935D51"/>
    <w:rsid w:val="00936CF8"/>
    <w:rsid w:val="0095716B"/>
    <w:rsid w:val="00961A8D"/>
    <w:rsid w:val="00972538"/>
    <w:rsid w:val="00974511"/>
    <w:rsid w:val="0098707D"/>
    <w:rsid w:val="009933C1"/>
    <w:rsid w:val="009A2991"/>
    <w:rsid w:val="009A54AB"/>
    <w:rsid w:val="009C0E0B"/>
    <w:rsid w:val="009C4D3B"/>
    <w:rsid w:val="009C7EE1"/>
    <w:rsid w:val="009F711B"/>
    <w:rsid w:val="00A06C62"/>
    <w:rsid w:val="00A076DB"/>
    <w:rsid w:val="00A36F31"/>
    <w:rsid w:val="00A621AB"/>
    <w:rsid w:val="00A646E3"/>
    <w:rsid w:val="00A7530F"/>
    <w:rsid w:val="00A926EA"/>
    <w:rsid w:val="00AA3174"/>
    <w:rsid w:val="00AE35A8"/>
    <w:rsid w:val="00B05A9A"/>
    <w:rsid w:val="00B06302"/>
    <w:rsid w:val="00B15233"/>
    <w:rsid w:val="00B26328"/>
    <w:rsid w:val="00B3488E"/>
    <w:rsid w:val="00B46029"/>
    <w:rsid w:val="00B52A82"/>
    <w:rsid w:val="00B53A89"/>
    <w:rsid w:val="00B713A3"/>
    <w:rsid w:val="00B74890"/>
    <w:rsid w:val="00B7507E"/>
    <w:rsid w:val="00B77B68"/>
    <w:rsid w:val="00B86D76"/>
    <w:rsid w:val="00B95097"/>
    <w:rsid w:val="00BB2D8D"/>
    <w:rsid w:val="00BD3175"/>
    <w:rsid w:val="00BE465A"/>
    <w:rsid w:val="00BF316A"/>
    <w:rsid w:val="00C05C7A"/>
    <w:rsid w:val="00C24D62"/>
    <w:rsid w:val="00C26926"/>
    <w:rsid w:val="00C27F62"/>
    <w:rsid w:val="00C44EAC"/>
    <w:rsid w:val="00C45818"/>
    <w:rsid w:val="00C56E7A"/>
    <w:rsid w:val="00C82AD1"/>
    <w:rsid w:val="00C9564D"/>
    <w:rsid w:val="00CC3C87"/>
    <w:rsid w:val="00CC6C98"/>
    <w:rsid w:val="00D14978"/>
    <w:rsid w:val="00D22014"/>
    <w:rsid w:val="00D44008"/>
    <w:rsid w:val="00D94812"/>
    <w:rsid w:val="00DA2E1D"/>
    <w:rsid w:val="00DC496C"/>
    <w:rsid w:val="00DD7EE6"/>
    <w:rsid w:val="00DE3366"/>
    <w:rsid w:val="00E41451"/>
    <w:rsid w:val="00E752D7"/>
    <w:rsid w:val="00E753B1"/>
    <w:rsid w:val="00E8742A"/>
    <w:rsid w:val="00E915B5"/>
    <w:rsid w:val="00EA1A99"/>
    <w:rsid w:val="00EA2EE9"/>
    <w:rsid w:val="00EC68F8"/>
    <w:rsid w:val="00EF50C7"/>
    <w:rsid w:val="00EF62AD"/>
    <w:rsid w:val="00EF6CD7"/>
    <w:rsid w:val="00F12E7F"/>
    <w:rsid w:val="00F27346"/>
    <w:rsid w:val="00F32CDA"/>
    <w:rsid w:val="00F4441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429E0A8D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character" w:customStyle="1" w:styleId="5NormalChar">
    <w:name w:val="5 Normal Char"/>
    <w:link w:val="5Normal"/>
    <w:locked/>
    <w:rsid w:val="008B1208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8B12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3B371-7E1E-44E4-A603-1BA49D6B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709</TotalTime>
  <Pages>4</Pages>
  <Words>675</Words>
  <Characters>4130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4796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80</cp:revision>
  <cp:lastPrinted>2023-05-26T08:13:00Z</cp:lastPrinted>
  <dcterms:created xsi:type="dcterms:W3CDTF">2023-05-26T08:08:00Z</dcterms:created>
  <dcterms:modified xsi:type="dcterms:W3CDTF">2023-11-15T14:31:00Z</dcterms:modified>
</cp:coreProperties>
</file>